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DEF" w:rsidRDefault="00E91DEF">
      <w:pPr>
        <w:pStyle w:val="normal0"/>
        <w:spacing w:after="0" w:line="240" w:lineRule="auto"/>
        <w:jc w:val="both"/>
        <w:rPr>
          <w:rFonts w:ascii="Overlock" w:hAnsi="Overlock" w:cs="Overlock"/>
          <w:b/>
          <w:color w:val="000000"/>
          <w:sz w:val="24"/>
          <w:szCs w:val="24"/>
        </w:rPr>
      </w:pPr>
      <w:r>
        <w:rPr>
          <w:rFonts w:ascii="Overlock" w:hAnsi="Overlock" w:cs="Overlock"/>
          <w:b/>
          <w:color w:val="000000"/>
          <w:sz w:val="24"/>
          <w:szCs w:val="24"/>
        </w:rPr>
        <w:t xml:space="preserve">ALLEGATO 1 </w:t>
      </w:r>
    </w:p>
    <w:p w:rsidR="00E91DEF" w:rsidRDefault="00E91DEF">
      <w:pPr>
        <w:pStyle w:val="normal0"/>
        <w:spacing w:after="0" w:line="240" w:lineRule="auto"/>
        <w:jc w:val="both"/>
        <w:rPr>
          <w:rFonts w:ascii="Overlock" w:hAnsi="Overlock" w:cs="Overlock"/>
          <w:b/>
          <w:color w:val="000000"/>
          <w:sz w:val="24"/>
          <w:szCs w:val="24"/>
        </w:rPr>
      </w:pPr>
    </w:p>
    <w:p w:rsidR="00E91DEF" w:rsidRDefault="00E91DEF">
      <w:pPr>
        <w:pStyle w:val="normal0"/>
        <w:spacing w:after="280" w:line="240" w:lineRule="auto"/>
        <w:jc w:val="center"/>
        <w:rPr>
          <w:rFonts w:ascii="Overlock" w:hAnsi="Overlock" w:cs="Overlock"/>
          <w:b/>
          <w:color w:val="444444"/>
          <w:sz w:val="26"/>
          <w:szCs w:val="26"/>
        </w:rPr>
      </w:pPr>
      <w:r>
        <w:rPr>
          <w:rFonts w:ascii="Overlock" w:hAnsi="Overlock" w:cs="Overlock"/>
          <w:b/>
          <w:color w:val="444444"/>
          <w:sz w:val="26"/>
          <w:szCs w:val="26"/>
        </w:rPr>
        <w:t xml:space="preserve"> Domanda di partecipazione al bando di concorso</w:t>
      </w:r>
    </w:p>
    <w:p w:rsidR="00E91DEF" w:rsidRDefault="00E91DEF">
      <w:pPr>
        <w:pStyle w:val="normal0"/>
        <w:spacing w:after="0" w:line="240" w:lineRule="auto"/>
        <w:jc w:val="right"/>
        <w:rPr>
          <w:rFonts w:ascii="Overlock" w:hAnsi="Overlock" w:cs="Overlock"/>
          <w:color w:val="444444"/>
          <w:sz w:val="21"/>
          <w:szCs w:val="21"/>
        </w:rPr>
      </w:pPr>
      <w:r>
        <w:rPr>
          <w:rFonts w:ascii="Overlock" w:hAnsi="Overlock" w:cs="Overlock"/>
          <w:color w:val="444444"/>
          <w:sz w:val="21"/>
          <w:szCs w:val="21"/>
        </w:rPr>
        <w:t>Al Dirigente Scolastico</w:t>
      </w:r>
    </w:p>
    <w:p w:rsidR="00E91DEF" w:rsidRDefault="00E91DEF">
      <w:pPr>
        <w:pStyle w:val="normal0"/>
        <w:spacing w:after="0" w:line="240" w:lineRule="auto"/>
        <w:jc w:val="right"/>
        <w:rPr>
          <w:rFonts w:ascii="Overlock" w:hAnsi="Overlock" w:cs="Overlock"/>
          <w:color w:val="444444"/>
          <w:sz w:val="21"/>
          <w:szCs w:val="21"/>
        </w:rPr>
      </w:pPr>
      <w:r>
        <w:rPr>
          <w:rFonts w:ascii="Overlock" w:hAnsi="Overlock" w:cs="Overlock"/>
          <w:color w:val="444444"/>
          <w:sz w:val="21"/>
          <w:szCs w:val="21"/>
        </w:rPr>
        <w:t>Dell’Istituto Comprensivo</w:t>
      </w:r>
    </w:p>
    <w:p w:rsidR="00E91DEF" w:rsidRDefault="00E91DEF">
      <w:pPr>
        <w:pStyle w:val="normal0"/>
        <w:spacing w:after="0" w:line="240" w:lineRule="auto"/>
        <w:jc w:val="right"/>
        <w:rPr>
          <w:rFonts w:ascii="Overlock" w:hAnsi="Overlock" w:cs="Overlock"/>
          <w:color w:val="444444"/>
          <w:sz w:val="21"/>
          <w:szCs w:val="21"/>
        </w:rPr>
      </w:pPr>
      <w:r>
        <w:rPr>
          <w:rFonts w:ascii="Overlock" w:hAnsi="Overlock" w:cs="Overlock"/>
          <w:color w:val="444444"/>
          <w:sz w:val="21"/>
          <w:szCs w:val="21"/>
        </w:rPr>
        <w:t>“</w:t>
      </w:r>
      <w:smartTag w:uri="urn:schemas-microsoft-com:office:smarttags" w:element="PersonName">
        <w:smartTagPr>
          <w:attr w:name="ProductID" w:val="B. Gigli"/>
        </w:smartTagPr>
        <w:r>
          <w:rPr>
            <w:rFonts w:ascii="Overlock" w:hAnsi="Overlock" w:cs="Overlock"/>
            <w:color w:val="444444"/>
            <w:sz w:val="21"/>
            <w:szCs w:val="21"/>
          </w:rPr>
          <w:t>B. Gigli</w:t>
        </w:r>
      </w:smartTag>
      <w:r>
        <w:rPr>
          <w:rFonts w:ascii="Overlock" w:hAnsi="Overlock" w:cs="Overlock"/>
          <w:color w:val="444444"/>
          <w:sz w:val="21"/>
          <w:szCs w:val="21"/>
        </w:rPr>
        <w:t>” di Recanati</w:t>
      </w:r>
    </w:p>
    <w:p w:rsidR="00E91DEF" w:rsidRDefault="00E91DEF">
      <w:pPr>
        <w:pStyle w:val="normal0"/>
        <w:spacing w:before="280" w:after="280" w:line="276" w:lineRule="auto"/>
        <w:jc w:val="both"/>
        <w:rPr>
          <w:rFonts w:ascii="Overlock" w:hAnsi="Overlock" w:cs="Overlock"/>
          <w:sz w:val="24"/>
          <w:szCs w:val="24"/>
        </w:rPr>
      </w:pPr>
    </w:p>
    <w:p w:rsidR="00E91DEF" w:rsidRDefault="00E91DEF">
      <w:pPr>
        <w:pStyle w:val="normal0"/>
        <w:spacing w:before="280" w:after="280" w:line="276" w:lineRule="auto"/>
        <w:jc w:val="both"/>
        <w:rPr>
          <w:rFonts w:ascii="Overlock" w:hAnsi="Overlock" w:cs="Overlock"/>
          <w:color w:val="000000"/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>Il /La sottoscritto/a ___________________________________________, presa visione del bando</w:t>
      </w:r>
    </w:p>
    <w:p w:rsidR="00E91DEF" w:rsidRDefault="00E91DEF">
      <w:pPr>
        <w:pStyle w:val="normal0"/>
        <w:spacing w:before="280" w:after="280" w:line="276" w:lineRule="auto"/>
        <w:jc w:val="center"/>
        <w:rPr>
          <w:rFonts w:ascii="Overlock" w:hAnsi="Overlock" w:cs="Overlock"/>
          <w:color w:val="000000"/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>CHIEDE</w:t>
      </w:r>
    </w:p>
    <w:p w:rsidR="00E91DEF" w:rsidRDefault="00E91DEF">
      <w:pPr>
        <w:pStyle w:val="normal0"/>
        <w:spacing w:before="280" w:after="280" w:line="276" w:lineRule="auto"/>
        <w:jc w:val="both"/>
        <w:rPr>
          <w:rFonts w:ascii="Overlock" w:hAnsi="Overlock" w:cs="Overlock"/>
          <w:color w:val="000000"/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 xml:space="preserve"> di poter partecipare al concorso pubblico </w:t>
      </w:r>
      <w:r>
        <w:rPr>
          <w:rFonts w:ascii="Overlock" w:hAnsi="Overlock" w:cs="Overlock"/>
          <w:sz w:val="24"/>
          <w:szCs w:val="24"/>
        </w:rPr>
        <w:t xml:space="preserve">per il conferimento dell’incarico professionale di esperto in psicologia scolastica pubblicato all’albo dell’I.C.”Gigli” di Recanati nel mese di gennaio </w:t>
      </w:r>
      <w:smartTag w:uri="urn:schemas-microsoft-com:office:smarttags" w:element="metricconverter">
        <w:smartTagPr>
          <w:attr w:name="ProductID" w:val="2020. A"/>
        </w:smartTagPr>
        <w:r>
          <w:rPr>
            <w:rFonts w:ascii="Overlock" w:hAnsi="Overlock" w:cs="Overlock"/>
            <w:sz w:val="24"/>
            <w:szCs w:val="24"/>
          </w:rPr>
          <w:t>2020</w:t>
        </w:r>
        <w:r>
          <w:rPr>
            <w:rFonts w:ascii="Overlock" w:hAnsi="Overlock" w:cs="Overlock"/>
            <w:color w:val="000000"/>
            <w:sz w:val="24"/>
            <w:szCs w:val="24"/>
          </w:rPr>
          <w:t>. A</w:t>
        </w:r>
      </w:smartTag>
      <w:r>
        <w:rPr>
          <w:rFonts w:ascii="Overlock" w:hAnsi="Overlock" w:cs="Overlock"/>
          <w:color w:val="000000"/>
          <w:sz w:val="24"/>
          <w:szCs w:val="24"/>
        </w:rPr>
        <w:t xml:space="preserve"> tal fine, sotto la propria personale responsabilità</w:t>
      </w:r>
    </w:p>
    <w:p w:rsidR="00E91DEF" w:rsidRDefault="00E91DEF">
      <w:pPr>
        <w:pStyle w:val="normal0"/>
        <w:spacing w:before="280" w:after="280" w:line="276" w:lineRule="auto"/>
        <w:jc w:val="center"/>
        <w:rPr>
          <w:rFonts w:ascii="Overlock" w:hAnsi="Overlock" w:cs="Overlock"/>
          <w:color w:val="000000"/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 xml:space="preserve">DICHIARA </w:t>
      </w:r>
    </w:p>
    <w:p w:rsidR="00E91DEF" w:rsidRDefault="00E91DEF">
      <w:pPr>
        <w:pStyle w:val="normal0"/>
        <w:spacing w:before="280" w:after="280" w:line="276" w:lineRule="auto"/>
        <w:rPr>
          <w:rFonts w:ascii="Overlock" w:hAnsi="Overlock" w:cs="Overlock"/>
          <w:color w:val="000000"/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>di essere nato/a a __________________</w:t>
      </w:r>
      <w:r>
        <w:rPr>
          <w:rFonts w:ascii="Overlock" w:hAnsi="Overlock" w:cs="Overlock"/>
          <w:sz w:val="24"/>
          <w:szCs w:val="24"/>
        </w:rPr>
        <w:t>______</w:t>
      </w:r>
      <w:r>
        <w:rPr>
          <w:rFonts w:ascii="Overlock" w:hAnsi="Overlock" w:cs="Overlock"/>
          <w:color w:val="000000"/>
          <w:sz w:val="24"/>
          <w:szCs w:val="24"/>
        </w:rPr>
        <w:t xml:space="preserve">_______________ il ____________________; </w:t>
      </w:r>
    </w:p>
    <w:p w:rsidR="00E91DEF" w:rsidRDefault="00E91DEF">
      <w:pPr>
        <w:pStyle w:val="normal0"/>
        <w:spacing w:before="280" w:after="280" w:line="276" w:lineRule="auto"/>
        <w:rPr>
          <w:rFonts w:ascii="Overlock" w:hAnsi="Overlock" w:cs="Overlock"/>
          <w:color w:val="000000"/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 xml:space="preserve">di essere residente a___________________________________________________________ </w:t>
      </w:r>
    </w:p>
    <w:p w:rsidR="00E91DEF" w:rsidRDefault="00E91DEF">
      <w:pPr>
        <w:pStyle w:val="normal0"/>
        <w:spacing w:before="280" w:after="280" w:line="276" w:lineRule="auto"/>
        <w:rPr>
          <w:rFonts w:ascii="Overlock" w:hAnsi="Overlock" w:cs="Overlock"/>
          <w:color w:val="000000"/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>Via_____________________________n._____Prov. (__) Telefono ______________________;</w:t>
      </w:r>
    </w:p>
    <w:p w:rsidR="00E91DEF" w:rsidRDefault="00E91DEF">
      <w:pPr>
        <w:pStyle w:val="normal0"/>
        <w:spacing w:before="280" w:after="28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 xml:space="preserve">di (barrare la casella che interessa): </w:t>
      </w:r>
      <w:r>
        <w:rPr>
          <w:rFonts w:ascii="Times New Roman" w:hAnsi="Times New Roman" w:cs="Times New Roman"/>
          <w:color w:val="000000"/>
          <w:sz w:val="24"/>
          <w:szCs w:val="24"/>
        </w:rPr>
        <w:t>‬‬</w:t>
      </w:r>
    </w:p>
    <w:p w:rsidR="00E91DEF" w:rsidRDefault="00E91DEF">
      <w:pPr>
        <w:pStyle w:val="normal0"/>
        <w:numPr>
          <w:ilvl w:val="0"/>
          <w:numId w:val="4"/>
        </w:numPr>
        <w:spacing w:after="0" w:line="240" w:lineRule="auto"/>
        <w:ind w:left="425"/>
        <w:jc w:val="both"/>
        <w:rPr>
          <w:rFonts w:ascii="Overlock" w:hAnsi="Overlock" w:cs="Overlock"/>
          <w:color w:val="000000"/>
          <w:sz w:val="24"/>
          <w:szCs w:val="24"/>
        </w:rPr>
      </w:pPr>
      <w:bookmarkStart w:id="0" w:name="_gjdgxs" w:colFirst="0" w:colLast="0"/>
      <w:bookmarkEnd w:id="0"/>
      <w:r>
        <w:rPr>
          <w:rFonts w:ascii="Overlock" w:hAnsi="Overlock" w:cs="Overlock"/>
          <w:color w:val="000000"/>
          <w:sz w:val="24"/>
          <w:szCs w:val="24"/>
        </w:rPr>
        <w:t>essere cittadino/a italiano/a o di essere cittadino/a dello stato _______________________________ e di essere in possesso dei seguenti requisiti di cui all’art. 3 del DPCM 7.2.1994 n.174.</w:t>
      </w:r>
    </w:p>
    <w:p w:rsidR="00E91DEF" w:rsidRDefault="00E91DEF">
      <w:pPr>
        <w:pStyle w:val="normal0"/>
        <w:numPr>
          <w:ilvl w:val="0"/>
          <w:numId w:val="4"/>
        </w:numPr>
        <w:spacing w:after="0" w:line="240" w:lineRule="auto"/>
        <w:ind w:left="425"/>
        <w:jc w:val="both"/>
        <w:rPr>
          <w:rFonts w:ascii="Overlock" w:hAnsi="Overlock" w:cs="Overlock"/>
          <w:color w:val="000000"/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 xml:space="preserve">godere dei diritti civili e politici nello Stato di appartenenza o di provenienza, ovvero i motivi che ne impediscano o limitano il godimento ________________________________________; </w:t>
      </w:r>
    </w:p>
    <w:p w:rsidR="00E91DEF" w:rsidRDefault="00E91DEF">
      <w:pPr>
        <w:pStyle w:val="normal0"/>
        <w:numPr>
          <w:ilvl w:val="0"/>
          <w:numId w:val="4"/>
        </w:numPr>
        <w:spacing w:after="0" w:line="240" w:lineRule="auto"/>
        <w:ind w:left="425"/>
        <w:jc w:val="both"/>
        <w:rPr>
          <w:rFonts w:ascii="Overlock" w:hAnsi="Overlock" w:cs="Overlock"/>
          <w:color w:val="000000"/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>essere in possesso, fatta eccezione della cittadinanza italiana, di tutti gli altri requisiti previsti per i cittadini della Repubblica; c. avere adeguata conoscenza della lingua italiana.</w:t>
      </w:r>
    </w:p>
    <w:p w:rsidR="00E91DEF" w:rsidRDefault="00E91DEF">
      <w:pPr>
        <w:pStyle w:val="normal0"/>
        <w:numPr>
          <w:ilvl w:val="0"/>
          <w:numId w:val="4"/>
        </w:numPr>
        <w:spacing w:after="0" w:line="240" w:lineRule="auto"/>
        <w:ind w:left="425"/>
        <w:jc w:val="both"/>
        <w:rPr>
          <w:rFonts w:ascii="Overlock" w:hAnsi="Overlock" w:cs="Overlock"/>
          <w:color w:val="000000"/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 xml:space="preserve">essere iscritto/a nelle liste elettorali del Comune di _________________________________; </w:t>
      </w:r>
    </w:p>
    <w:p w:rsidR="00E91DEF" w:rsidRDefault="00E91DEF">
      <w:pPr>
        <w:pStyle w:val="normal0"/>
        <w:numPr>
          <w:ilvl w:val="0"/>
          <w:numId w:val="4"/>
        </w:numPr>
        <w:spacing w:after="0" w:line="240" w:lineRule="auto"/>
        <w:ind w:left="425"/>
        <w:jc w:val="both"/>
        <w:rPr>
          <w:color w:val="000000"/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 xml:space="preserve">di non essere iscritto/a nelle liste elettorali per il seguente motivo: ___________________________________________________________________; </w:t>
      </w:r>
      <w:r>
        <w:rPr>
          <w:rFonts w:ascii="Times New Roman" w:hAnsi="Times New Roman" w:cs="Times New Roman"/>
          <w:color w:val="000000"/>
          <w:sz w:val="24"/>
          <w:szCs w:val="24"/>
        </w:rPr>
        <w:t>‬‬</w:t>
      </w:r>
    </w:p>
    <w:p w:rsidR="00E91DEF" w:rsidRDefault="00E91DEF">
      <w:pPr>
        <w:pStyle w:val="normal0"/>
        <w:numPr>
          <w:ilvl w:val="0"/>
          <w:numId w:val="4"/>
        </w:numPr>
        <w:spacing w:after="0" w:line="240" w:lineRule="auto"/>
        <w:ind w:left="425"/>
        <w:jc w:val="both"/>
        <w:rPr>
          <w:rFonts w:ascii="Overlock" w:hAnsi="Overlock" w:cs="Overlock"/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>di essere in possesso dei diritti civili e politici;</w:t>
      </w:r>
    </w:p>
    <w:p w:rsidR="00E91DEF" w:rsidRDefault="00E91DEF">
      <w:pPr>
        <w:pStyle w:val="normal0"/>
        <w:numPr>
          <w:ilvl w:val="0"/>
          <w:numId w:val="4"/>
        </w:numPr>
        <w:spacing w:after="0" w:line="240" w:lineRule="auto"/>
        <w:ind w:left="425"/>
        <w:jc w:val="both"/>
        <w:rPr>
          <w:rFonts w:ascii="Overlock" w:hAnsi="Overlock" w:cs="Overlock"/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 xml:space="preserve">di essere in possesso del seguente titolo di studio:________________________________; </w:t>
      </w:r>
    </w:p>
    <w:p w:rsidR="00E91DEF" w:rsidRDefault="00E91DEF">
      <w:pPr>
        <w:pStyle w:val="normal0"/>
        <w:numPr>
          <w:ilvl w:val="0"/>
          <w:numId w:val="4"/>
        </w:numPr>
        <w:spacing w:after="0" w:line="240" w:lineRule="auto"/>
        <w:ind w:left="425"/>
        <w:jc w:val="both"/>
        <w:rPr>
          <w:rFonts w:ascii="Overlock" w:hAnsi="Overlock" w:cs="Overlock"/>
          <w:color w:val="000000"/>
          <w:sz w:val="24"/>
          <w:szCs w:val="24"/>
        </w:rPr>
      </w:pPr>
      <w:r>
        <w:rPr>
          <w:rFonts w:ascii="Overlock" w:hAnsi="Overlock" w:cs="Overlock"/>
          <w:sz w:val="24"/>
          <w:szCs w:val="24"/>
        </w:rPr>
        <w:t xml:space="preserve">di </w:t>
      </w:r>
      <w:r>
        <w:rPr>
          <w:rFonts w:ascii="Overlock" w:hAnsi="Overlock" w:cs="Overlock"/>
          <w:color w:val="000000"/>
          <w:sz w:val="24"/>
          <w:szCs w:val="24"/>
        </w:rPr>
        <w:t xml:space="preserve">non avere riportato condanne penali </w:t>
      </w:r>
      <w:r>
        <w:rPr>
          <w:rFonts w:ascii="Times New Roman" w:hAnsi="Times New Roman" w:cs="Times New Roman"/>
          <w:color w:val="000000"/>
          <w:sz w:val="24"/>
          <w:szCs w:val="24"/>
        </w:rPr>
        <w:t>‬‬</w:t>
      </w:r>
    </w:p>
    <w:p w:rsidR="00E91DEF" w:rsidRDefault="00E91DEF">
      <w:pPr>
        <w:pStyle w:val="normal0"/>
        <w:numPr>
          <w:ilvl w:val="0"/>
          <w:numId w:val="4"/>
        </w:numPr>
        <w:spacing w:after="0" w:line="240" w:lineRule="auto"/>
        <w:ind w:left="425"/>
        <w:jc w:val="both"/>
        <w:rPr>
          <w:rFonts w:ascii="Overlock" w:hAnsi="Overlock" w:cs="Overlock"/>
          <w:color w:val="000000"/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 xml:space="preserve"> aver riportato le seguenti condanne penali (indicare la data della sentenza, l’Autorità che l’ha emessa ed il reato commesso; la dichiarazione va resa anche per le condanne condonate; vanno inoltre indicati i procedimenti penali per i quali sia intervenuta amnistia o perdono giudiziale, le eventuali condanne riportate anche a seguito di patteggiamenti, i decreti penali di condanna e comunque tutte le condanne che godono del beneficio della non menzione nel Casellario Giudiziale): ______________________________________________________________;</w:t>
      </w:r>
    </w:p>
    <w:p w:rsidR="00E91DEF" w:rsidRDefault="00E91DEF">
      <w:pPr>
        <w:pStyle w:val="normal0"/>
        <w:numPr>
          <w:ilvl w:val="0"/>
          <w:numId w:val="4"/>
        </w:numPr>
        <w:spacing w:after="0" w:line="240" w:lineRule="auto"/>
        <w:ind w:left="425"/>
        <w:jc w:val="both"/>
        <w:rPr>
          <w:rFonts w:ascii="Overlock" w:hAnsi="Overlock" w:cs="Overlock"/>
          <w:color w:val="000000"/>
          <w:sz w:val="24"/>
          <w:szCs w:val="24"/>
        </w:rPr>
      </w:pPr>
      <w:r>
        <w:rPr>
          <w:rFonts w:ascii="Overlock" w:hAnsi="Overlock" w:cs="Overlock"/>
          <w:sz w:val="24"/>
          <w:szCs w:val="24"/>
        </w:rPr>
        <w:t xml:space="preserve">di </w:t>
      </w:r>
      <w:r>
        <w:rPr>
          <w:rFonts w:ascii="Overlock" w:hAnsi="Overlock" w:cs="Overlock"/>
          <w:color w:val="000000"/>
          <w:sz w:val="24"/>
          <w:szCs w:val="24"/>
        </w:rPr>
        <w:t xml:space="preserve">non avere procedimenti penali in corso;  </w:t>
      </w:r>
      <w:r>
        <w:rPr>
          <w:rFonts w:ascii="Times New Roman" w:hAnsi="Times New Roman" w:cs="Times New Roman"/>
          <w:color w:val="000000"/>
          <w:sz w:val="24"/>
          <w:szCs w:val="24"/>
        </w:rPr>
        <w:t>‬‬</w:t>
      </w:r>
    </w:p>
    <w:p w:rsidR="00E91DEF" w:rsidRDefault="00E91DEF">
      <w:pPr>
        <w:pStyle w:val="normal0"/>
        <w:numPr>
          <w:ilvl w:val="0"/>
          <w:numId w:val="4"/>
        </w:numPr>
        <w:spacing w:after="0" w:line="240" w:lineRule="auto"/>
        <w:ind w:left="425"/>
        <w:jc w:val="both"/>
        <w:rPr>
          <w:rFonts w:ascii="Overlock" w:hAnsi="Overlock" w:cs="Overlock"/>
          <w:color w:val="000000"/>
          <w:sz w:val="24"/>
          <w:szCs w:val="24"/>
        </w:rPr>
      </w:pPr>
      <w:r>
        <w:rPr>
          <w:rFonts w:ascii="Overlock" w:hAnsi="Overlock" w:cs="Overlock"/>
          <w:sz w:val="24"/>
          <w:szCs w:val="24"/>
        </w:rPr>
        <w:t xml:space="preserve">di </w:t>
      </w:r>
      <w:r>
        <w:rPr>
          <w:rFonts w:ascii="Overlock" w:hAnsi="Overlock" w:cs="Overlock"/>
          <w:color w:val="000000"/>
          <w:sz w:val="24"/>
          <w:szCs w:val="24"/>
        </w:rPr>
        <w:t>aver in corso i seguenti procedimenti penali: (indicare specificatamente i procedimenti penali in corso, citando gli estremi del procedimento nonché i reati per i quali si procede):  ____________________________________________________________________;</w:t>
      </w:r>
    </w:p>
    <w:p w:rsidR="00E91DEF" w:rsidRDefault="00E91DEF">
      <w:pPr>
        <w:pStyle w:val="normal0"/>
        <w:numPr>
          <w:ilvl w:val="0"/>
          <w:numId w:val="4"/>
        </w:numPr>
        <w:spacing w:after="0" w:line="240" w:lineRule="auto"/>
        <w:ind w:left="425"/>
        <w:jc w:val="both"/>
        <w:rPr>
          <w:rFonts w:ascii="Overlock" w:hAnsi="Overlock" w:cs="Overlock"/>
          <w:color w:val="000000"/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>di non essere stato destituito o dispensato dall’impiego presso una pubblica amministrazione per persistente insufficiente rendimento;</w:t>
      </w:r>
    </w:p>
    <w:p w:rsidR="00E91DEF" w:rsidRDefault="00E91DEF">
      <w:pPr>
        <w:pStyle w:val="normal0"/>
        <w:numPr>
          <w:ilvl w:val="0"/>
          <w:numId w:val="4"/>
        </w:numPr>
        <w:spacing w:after="0" w:line="240" w:lineRule="auto"/>
        <w:ind w:left="425"/>
        <w:jc w:val="both"/>
        <w:rPr>
          <w:rFonts w:ascii="Overlock" w:hAnsi="Overlock" w:cs="Overlock"/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 xml:space="preserve">di non essere stato dichiarato decaduto da un impiego statale per aver conseguito l’impiego stesso mediante la produzione di documenti falsi o viziati da invalidità non sanabile; </w:t>
      </w:r>
    </w:p>
    <w:p w:rsidR="00E91DEF" w:rsidRDefault="00E91DEF">
      <w:pPr>
        <w:pStyle w:val="normal0"/>
        <w:numPr>
          <w:ilvl w:val="0"/>
          <w:numId w:val="4"/>
        </w:numPr>
        <w:spacing w:after="0" w:line="240" w:lineRule="auto"/>
        <w:ind w:left="425"/>
        <w:jc w:val="both"/>
        <w:rPr>
          <w:rFonts w:ascii="Overlock" w:hAnsi="Overlock" w:cs="Overlock"/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>di non essere stato interdetto dai pubblici uffici in base a sentenza passata in giudicato;</w:t>
      </w:r>
    </w:p>
    <w:p w:rsidR="00E91DEF" w:rsidRDefault="00E91DEF">
      <w:pPr>
        <w:pStyle w:val="normal0"/>
        <w:numPr>
          <w:ilvl w:val="0"/>
          <w:numId w:val="4"/>
        </w:numPr>
        <w:spacing w:after="0" w:line="240" w:lineRule="auto"/>
        <w:ind w:left="425"/>
        <w:jc w:val="both"/>
        <w:rPr>
          <w:rFonts w:ascii="Overlock" w:hAnsi="Overlock" w:cs="Overlock"/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>di essere fisicamente idoneo all’impiego;</w:t>
      </w:r>
    </w:p>
    <w:p w:rsidR="00E91DEF" w:rsidRDefault="00E91DEF">
      <w:pPr>
        <w:pStyle w:val="normal0"/>
        <w:numPr>
          <w:ilvl w:val="0"/>
          <w:numId w:val="4"/>
        </w:numPr>
        <w:spacing w:after="0" w:line="240" w:lineRule="auto"/>
        <w:ind w:left="425"/>
        <w:jc w:val="both"/>
        <w:rPr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 xml:space="preserve">di autorizzare il trattamento dei dati personali per le finalità legate alla procedura concorsuale, ai sensi del D.Lgs. n. 196/2003 u) di aver preso visione del bando di concorso e di accettare tutte le clausole in esso contenute; </w:t>
      </w:r>
      <w:r>
        <w:rPr>
          <w:rFonts w:ascii="Times New Roman" w:hAnsi="Times New Roman" w:cs="Times New Roman"/>
          <w:color w:val="000000"/>
          <w:sz w:val="24"/>
          <w:szCs w:val="24"/>
        </w:rPr>
        <w:t>‬‬</w:t>
      </w:r>
    </w:p>
    <w:p w:rsidR="00E91DEF" w:rsidRDefault="00E91DEF">
      <w:pPr>
        <w:pStyle w:val="normal0"/>
        <w:numPr>
          <w:ilvl w:val="0"/>
          <w:numId w:val="4"/>
        </w:numPr>
        <w:spacing w:after="0" w:line="240" w:lineRule="auto"/>
        <w:ind w:left="425"/>
        <w:jc w:val="both"/>
        <w:rPr>
          <w:rFonts w:ascii="Overlock" w:hAnsi="Overlock" w:cs="Overlock"/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>di essere consapevole della veridicità delle dichiarazioni contenute nella domanda e di essere a conoscenza delle sanzioni penali di cui al DPR. 445/2000 in caso di false dichiarazioni.</w:t>
      </w:r>
    </w:p>
    <w:p w:rsidR="00E91DEF" w:rsidRDefault="00E91DEF">
      <w:pPr>
        <w:pStyle w:val="normal0"/>
        <w:spacing w:before="280" w:after="280" w:line="276" w:lineRule="auto"/>
        <w:rPr>
          <w:rFonts w:ascii="Overlock" w:hAnsi="Overlock" w:cs="Overlock"/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 xml:space="preserve"> Allega fotocopia di un documento di identità in corso di validità;</w:t>
      </w:r>
    </w:p>
    <w:p w:rsidR="00E91DEF" w:rsidRDefault="00E91DEF">
      <w:pPr>
        <w:pStyle w:val="normal0"/>
        <w:spacing w:before="280" w:after="280" w:line="276" w:lineRule="auto"/>
        <w:rPr>
          <w:rFonts w:ascii="Overlock" w:hAnsi="Overlock" w:cs="Overlock"/>
          <w:color w:val="000000"/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 xml:space="preserve"> Data__________________ </w:t>
      </w:r>
    </w:p>
    <w:p w:rsidR="00E91DEF" w:rsidRDefault="00E91DEF">
      <w:pPr>
        <w:pStyle w:val="normal0"/>
        <w:spacing w:before="280" w:after="280" w:line="276" w:lineRule="auto"/>
        <w:rPr>
          <w:rFonts w:ascii="Overlock" w:hAnsi="Overlock" w:cs="Overlock"/>
          <w:color w:val="000000"/>
          <w:sz w:val="24"/>
          <w:szCs w:val="24"/>
        </w:rPr>
      </w:pPr>
    </w:p>
    <w:p w:rsidR="00E91DEF" w:rsidRDefault="00E91DEF">
      <w:pPr>
        <w:pStyle w:val="normal0"/>
        <w:spacing w:before="280" w:after="280" w:line="276" w:lineRule="auto"/>
        <w:ind w:left="795"/>
        <w:jc w:val="right"/>
        <w:rPr>
          <w:rFonts w:ascii="Overlock" w:hAnsi="Overlock" w:cs="Overlock"/>
          <w:color w:val="000000"/>
          <w:sz w:val="24"/>
          <w:szCs w:val="24"/>
        </w:rPr>
      </w:pPr>
      <w:r>
        <w:rPr>
          <w:rFonts w:ascii="Overlock" w:hAnsi="Overlock" w:cs="Overlock"/>
          <w:color w:val="000000"/>
          <w:sz w:val="24"/>
          <w:szCs w:val="24"/>
        </w:rPr>
        <w:t>_____________________________ (firma autografa non autenticata)</w:t>
      </w:r>
    </w:p>
    <w:p w:rsidR="00E91DEF" w:rsidRPr="00D715FF" w:rsidRDefault="00E91DEF" w:rsidP="00D715FF">
      <w:pPr>
        <w:pStyle w:val="normal0"/>
        <w:spacing w:after="280" w:line="240" w:lineRule="auto"/>
        <w:rPr>
          <w:rFonts w:ascii="Overlock" w:hAnsi="Overlock" w:cs="Overlock"/>
          <w:sz w:val="24"/>
          <w:szCs w:val="24"/>
        </w:rPr>
      </w:pPr>
    </w:p>
    <w:p w:rsidR="00E91DEF" w:rsidRDefault="00E91DEF">
      <w:pPr>
        <w:pStyle w:val="normal0"/>
        <w:spacing w:after="0"/>
        <w:jc w:val="both"/>
        <w:rPr>
          <w:rFonts w:ascii="Overlock" w:hAnsi="Overlock" w:cs="Overlock"/>
          <w:sz w:val="28"/>
          <w:szCs w:val="28"/>
        </w:rPr>
      </w:pPr>
    </w:p>
    <w:sectPr w:rsidR="00E91DEF" w:rsidSect="00CE3540">
      <w:pgSz w:w="11906" w:h="16838"/>
      <w:pgMar w:top="1133" w:right="1133" w:bottom="1133" w:left="1133" w:header="708" w:footer="708" w:gutter="0"/>
      <w:pgNumType w:start="1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DEF" w:rsidRDefault="00E91DEF" w:rsidP="00CE3540">
      <w:pPr>
        <w:spacing w:after="0" w:line="240" w:lineRule="auto"/>
      </w:pPr>
      <w:r>
        <w:separator/>
      </w:r>
    </w:p>
  </w:endnote>
  <w:endnote w:type="continuationSeparator" w:id="1">
    <w:p w:rsidR="00E91DEF" w:rsidRDefault="00E91DEF" w:rsidP="00CE3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verlo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DEF" w:rsidRDefault="00E91DEF" w:rsidP="00CE3540">
      <w:pPr>
        <w:spacing w:after="0" w:line="240" w:lineRule="auto"/>
      </w:pPr>
      <w:r>
        <w:separator/>
      </w:r>
    </w:p>
  </w:footnote>
  <w:footnote w:type="continuationSeparator" w:id="1">
    <w:p w:rsidR="00E91DEF" w:rsidRDefault="00E91DEF" w:rsidP="00CE35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635C5"/>
    <w:multiLevelType w:val="multilevel"/>
    <w:tmpl w:val="FFFFFFFF"/>
    <w:lvl w:ilvl="0">
      <w:start w:val="2"/>
      <w:numFmt w:val="bullet"/>
      <w:lvlText w:val="-"/>
      <w:lvlJc w:val="left"/>
      <w:pPr>
        <w:ind w:left="720" w:hanging="360"/>
      </w:pPr>
      <w:rPr>
        <w:rFonts w:ascii="Overlock" w:eastAsia="Times New Roman" w:hAnsi="Overlock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">
    <w:nsid w:val="34710A47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Times New Roman" w:hAnsi="Noto Sans Symbols"/>
        <w:color w:val="00000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">
    <w:nsid w:val="64363AB9"/>
    <w:multiLevelType w:val="multilevel"/>
    <w:tmpl w:val="FFFFFFFF"/>
    <w:lvl w:ilvl="0">
      <w:start w:val="1"/>
      <w:numFmt w:val="bullet"/>
      <w:lvlText w:val="❏"/>
      <w:lvlJc w:val="left"/>
      <w:pPr>
        <w:ind w:left="795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3">
    <w:nsid w:val="75F17DBE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3540"/>
    <w:rsid w:val="000251CA"/>
    <w:rsid w:val="0048707B"/>
    <w:rsid w:val="009030B0"/>
    <w:rsid w:val="009F2098"/>
    <w:rsid w:val="00CA1908"/>
    <w:rsid w:val="00CE3540"/>
    <w:rsid w:val="00D56F6F"/>
    <w:rsid w:val="00D715FF"/>
    <w:rsid w:val="00E91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098"/>
    <w:pPr>
      <w:spacing w:after="160" w:line="259" w:lineRule="auto"/>
    </w:pPr>
  </w:style>
  <w:style w:type="paragraph" w:styleId="Heading1">
    <w:name w:val="heading 1"/>
    <w:basedOn w:val="normal0"/>
    <w:next w:val="normal0"/>
    <w:link w:val="Heading1Char"/>
    <w:uiPriority w:val="99"/>
    <w:qFormat/>
    <w:rsid w:val="00CE354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CE354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CE354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CE35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CE354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CE354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paragraph" w:customStyle="1" w:styleId="normal0">
    <w:name w:val="normal"/>
    <w:uiPriority w:val="99"/>
    <w:rsid w:val="00CE3540"/>
    <w:pPr>
      <w:spacing w:after="160" w:line="259" w:lineRule="auto"/>
    </w:pPr>
  </w:style>
  <w:style w:type="paragraph" w:styleId="Title">
    <w:name w:val="Title"/>
    <w:basedOn w:val="normal0"/>
    <w:next w:val="normal0"/>
    <w:link w:val="TitleChar"/>
    <w:uiPriority w:val="99"/>
    <w:qFormat/>
    <w:rsid w:val="00CE354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CE3540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table" w:customStyle="1" w:styleId="Stile">
    <w:name w:val="Stile"/>
    <w:uiPriority w:val="99"/>
    <w:rsid w:val="00CE3540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545</Words>
  <Characters>3107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</dc:title>
  <dc:subject/>
  <dc:creator/>
  <cp:keywords/>
  <dc:description/>
  <cp:lastModifiedBy>Utente</cp:lastModifiedBy>
  <cp:revision>5</cp:revision>
  <dcterms:created xsi:type="dcterms:W3CDTF">2020-01-07T12:09:00Z</dcterms:created>
  <dcterms:modified xsi:type="dcterms:W3CDTF">2020-01-07T12:12:00Z</dcterms:modified>
</cp:coreProperties>
</file>